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2C3E5786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3-08-21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 w:rsidRPr="00A90C51">
            <w:rPr>
              <w:rFonts w:eastAsia="Calibri"/>
              <w:lang w:val="et-EE"/>
            </w:rPr>
            <w:t>2</w:t>
          </w:r>
          <w:r w:rsidR="00A90C51">
            <w:rPr>
              <w:rFonts w:eastAsia="Calibri"/>
              <w:lang w:val="et-EE"/>
            </w:rPr>
            <w:t>1</w:t>
          </w:r>
          <w:r w:rsidR="00A90C51" w:rsidRPr="00A90C51">
            <w:rPr>
              <w:rFonts w:eastAsia="Calibri"/>
              <w:lang w:val="et-EE"/>
            </w:rPr>
            <w:t>.08.2023</w:t>
          </w:r>
        </w:sdtContent>
      </w:sdt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</w:t>
      </w:r>
      <w:proofErr w:type="spellStart"/>
      <w:proofErr w:type="gramStart"/>
      <w:r w:rsidRPr="005321A5">
        <w:rPr>
          <w:rFonts w:eastAsia="Calibri"/>
        </w:rPr>
        <w:t>hiliseima</w:t>
      </w:r>
      <w:proofErr w:type="spellEnd"/>
      <w:proofErr w:type="gram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digitaalallkirja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kuupäev</w:t>
      </w:r>
      <w:proofErr w:type="spellEnd"/>
      <w:r w:rsidRPr="005321A5">
        <w:rPr>
          <w:rFonts w:eastAsia="Calibri"/>
        </w:rPr>
        <w:t>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6E3AE81F" w14:textId="1BE1963D" w:rsidR="007E5819" w:rsidRPr="005321A5" w:rsidRDefault="00963C84" w:rsidP="00EE2457">
      <w:pPr>
        <w:jc w:val="both"/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5321A5" w:rsidRPr="005321A5">
        <w:t>1</w:t>
      </w:r>
      <w:r w:rsidR="00A90C51">
        <w:t>1</w:t>
      </w:r>
      <w:r w:rsidRPr="005321A5">
        <w:rPr>
          <w:rFonts w:eastAsia="Calibri"/>
        </w:rPr>
        <w:t xml:space="preserve">. </w:t>
      </w:r>
      <w:r w:rsidR="00A90C51">
        <w:rPr>
          <w:rFonts w:eastAsia="Calibri"/>
        </w:rPr>
        <w:t>Noarootsi</w:t>
      </w:r>
      <w:r w:rsidRPr="005321A5">
        <w:rPr>
          <w:rFonts w:eastAsia="Calibri"/>
        </w:rPr>
        <w:t xml:space="preserve"> Elamusmaratoni</w:t>
      </w:r>
      <w:r w:rsidR="00A90C51">
        <w:rPr>
          <w:rFonts w:eastAsia="Calibri"/>
        </w:rPr>
        <w:t xml:space="preserve"> ja 5. Peremaratoni</w:t>
      </w:r>
      <w:r w:rsidRPr="005321A5">
        <w:rPr>
          <w:rFonts w:eastAsia="Calibri"/>
        </w:rPr>
        <w:t xml:space="preserve"> </w:t>
      </w:r>
      <w:r w:rsidR="007E5819" w:rsidRPr="005321A5">
        <w:t>korraldamiseks</w:t>
      </w:r>
      <w:r w:rsidR="004702A6" w:rsidRPr="005321A5">
        <w:t xml:space="preserve"> </w:t>
      </w:r>
      <w:r w:rsidR="00A90C51">
        <w:rPr>
          <w:rFonts w:eastAsia="Calibri"/>
        </w:rPr>
        <w:t>Lääne-Nigula vallas</w:t>
      </w:r>
      <w:r w:rsidR="007E5819" w:rsidRPr="005321A5">
        <w:t xml:space="preserve"> </w:t>
      </w:r>
      <w:r w:rsidR="00A90C51">
        <w:rPr>
          <w:rFonts w:eastAsia="Calibri"/>
        </w:rPr>
        <w:t xml:space="preserve">RMK Nõva puhkealal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3-08-30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30</w:t>
          </w:r>
          <w:r w:rsidR="005321A5">
            <w:rPr>
              <w:rFonts w:eastAsia="Calibri"/>
            </w:rPr>
            <w:t>.08.2023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3-09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3.09</w:t>
          </w:r>
          <w:r w:rsidR="005321A5">
            <w:rPr>
              <w:rFonts w:eastAsia="Calibri"/>
            </w:rPr>
            <w:t>.2023</w:t>
          </w:r>
        </w:sdtContent>
      </w:sdt>
    </w:p>
    <w:p w14:paraId="64E7D483" w14:textId="77777777" w:rsidR="007E5819" w:rsidRPr="005321A5" w:rsidRDefault="007E5819" w:rsidP="00EE2457"/>
    <w:p w14:paraId="2CD08B1F" w14:textId="20CB0F45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A90C51">
        <w:t>5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6979F56B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3-08-30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30</w:t>
          </w:r>
          <w:r w:rsidR="005321A5">
            <w:rPr>
              <w:rFonts w:eastAsia="Calibri"/>
            </w:rPr>
            <w:t>.08.2023</w:t>
          </w:r>
        </w:sdtContent>
      </w:sdt>
      <w:r w:rsidR="000C4AD6" w:rsidRPr="005321A5">
        <w:rPr>
          <w:rFonts w:eastAsia="Calibri"/>
        </w:rPr>
        <w:t xml:space="preserve"> </w:t>
      </w:r>
      <w:r w:rsidR="00A90C51">
        <w:rPr>
          <w:rFonts w:eastAsia="Calibri"/>
        </w:rPr>
        <w:t>–</w:t>
      </w:r>
      <w:r w:rsidR="000C4AD6" w:rsidRPr="005321A5">
        <w:rPr>
          <w:rFonts w:eastAsia="Calibri"/>
        </w:rPr>
        <w:t xml:space="preserve">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3-09-02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2.09.2023</w:t>
          </w:r>
        </w:sdtContent>
      </w:sdt>
    </w:p>
    <w:p w14:paraId="5083F215" w14:textId="2316B90F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3-09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3.09.2023</w:t>
          </w:r>
        </w:sdtContent>
      </w:sdt>
    </w:p>
    <w:p w14:paraId="70EAF36E" w14:textId="317438C7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3-09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3.09.2023</w:t>
          </w:r>
        </w:sdtContent>
      </w:sdt>
    </w:p>
    <w:p w14:paraId="0089C112" w14:textId="27E6DE99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3-09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A90C51">
            <w:rPr>
              <w:rFonts w:eastAsia="Calibri"/>
            </w:rPr>
            <w:t>3.09</w:t>
          </w:r>
          <w:r w:rsidR="005321A5">
            <w:rPr>
              <w:rFonts w:eastAsia="Calibri"/>
            </w:rPr>
            <w:t>.2023</w:t>
          </w:r>
        </w:sdtContent>
      </w:sdt>
    </w:p>
    <w:p w14:paraId="3FC077A0" w14:textId="77777777" w:rsidR="007E5819" w:rsidRPr="005321A5" w:rsidRDefault="007E5819" w:rsidP="00EE2457"/>
    <w:p w14:paraId="55BA15C8" w14:textId="1D256290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4F6864F4" w14:textId="77777777" w:rsidR="007E5819" w:rsidRPr="005321A5" w:rsidRDefault="007E5819" w:rsidP="00EE2457"/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4C07B788" w:rsidR="00963C84" w:rsidRPr="005321A5" w:rsidRDefault="00963C84" w:rsidP="00EE2457">
      <w:r w:rsidRPr="005321A5">
        <w:t>Üritus toimub vastavalt lisatud</w:t>
      </w:r>
      <w:hyperlink r:id="rId8" w:history="1">
        <w:r w:rsidRPr="0065080C">
          <w:rPr>
            <w:rStyle w:val="Hyperlink"/>
          </w:rPr>
          <w:t xml:space="preserve"> rajakaardile</w:t>
        </w:r>
      </w:hyperlink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>Ürituse korraldamise eest vastutav (</w:t>
      </w:r>
      <w:proofErr w:type="spellStart"/>
      <w:r w:rsidRPr="005321A5">
        <w:t>ad</w:t>
      </w:r>
      <w:proofErr w:type="spellEnd"/>
      <w:r w:rsidRPr="005321A5">
        <w:t>)  isik (</w:t>
      </w:r>
      <w:proofErr w:type="spellStart"/>
      <w:r w:rsidRPr="005321A5">
        <w:t>ud</w:t>
      </w:r>
      <w:proofErr w:type="spellEnd"/>
      <w:r w:rsidRPr="005321A5">
        <w:t xml:space="preserve">) </w:t>
      </w:r>
      <w:proofErr w:type="spellStart"/>
      <w:r w:rsidR="00963C84" w:rsidRPr="005321A5">
        <w:t>Kunnar</w:t>
      </w:r>
      <w:proofErr w:type="spellEnd"/>
      <w:r w:rsidR="00963C84" w:rsidRPr="005321A5">
        <w:t xml:space="preserve">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proofErr w:type="spellStart"/>
      <w:r w:rsidRPr="005321A5">
        <w:t>Vastuava</w:t>
      </w:r>
      <w:proofErr w:type="spellEnd"/>
      <w:r w:rsidRPr="005321A5">
        <w:t xml:space="preserve">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proofErr w:type="spellStart"/>
      <w:r w:rsidRPr="005321A5">
        <w:t>Vastuava</w:t>
      </w:r>
      <w:proofErr w:type="spellEnd"/>
      <w:r w:rsidRPr="005321A5">
        <w:t xml:space="preserve">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lastRenderedPageBreak/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10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1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2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FE74" w14:textId="77777777" w:rsidR="002E6234" w:rsidRDefault="002E6234" w:rsidP="00C01EC7">
      <w:r>
        <w:separator/>
      </w:r>
    </w:p>
  </w:endnote>
  <w:endnote w:type="continuationSeparator" w:id="0">
    <w:p w14:paraId="21187D93" w14:textId="77777777" w:rsidR="002E6234" w:rsidRDefault="002E6234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2048E" w14:textId="77777777" w:rsidR="002E6234" w:rsidRDefault="002E6234" w:rsidP="00C01EC7">
      <w:r>
        <w:separator/>
      </w:r>
    </w:p>
  </w:footnote>
  <w:footnote w:type="continuationSeparator" w:id="0">
    <w:p w14:paraId="0E131145" w14:textId="77777777" w:rsidR="002E6234" w:rsidRDefault="002E6234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2E6234"/>
    <w:rsid w:val="00462797"/>
    <w:rsid w:val="004702A6"/>
    <w:rsid w:val="004B327F"/>
    <w:rsid w:val="005321A5"/>
    <w:rsid w:val="005561A5"/>
    <w:rsid w:val="005F2F7A"/>
    <w:rsid w:val="0065080C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935D49"/>
    <w:rsid w:val="00951FF8"/>
    <w:rsid w:val="00963C84"/>
    <w:rsid w:val="00992656"/>
    <w:rsid w:val="009B341A"/>
    <w:rsid w:val="00A84549"/>
    <w:rsid w:val="00A90C51"/>
    <w:rsid w:val="00A924CA"/>
    <w:rsid w:val="00B73D95"/>
    <w:rsid w:val="00B91689"/>
    <w:rsid w:val="00BA65A1"/>
    <w:rsid w:val="00C01EC7"/>
    <w:rsid w:val="00C441FF"/>
    <w:rsid w:val="00D54C89"/>
    <w:rsid w:val="00D774B1"/>
    <w:rsid w:val="00DB7666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otaroute.com/routecollection/115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lamusmaratonid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unnar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130A2B"/>
    <w:rsid w:val="00211954"/>
    <w:rsid w:val="002D2B79"/>
    <w:rsid w:val="00555412"/>
    <w:rsid w:val="009575FA"/>
    <w:rsid w:val="00B31D38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18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Marika Kookla</cp:lastModifiedBy>
  <cp:revision>7</cp:revision>
  <dcterms:created xsi:type="dcterms:W3CDTF">2023-06-20T08:56:00Z</dcterms:created>
  <dcterms:modified xsi:type="dcterms:W3CDTF">2023-08-20T18:27:00Z</dcterms:modified>
</cp:coreProperties>
</file>